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852FF" w:rsidRDefault="002852FF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</w:p>
          <w:p w:rsidR="002852FF" w:rsidRDefault="002852FF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</w:p>
          <w:p w:rsidR="000C5AE1" w:rsidRDefault="00D90268" w:rsidP="0008656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třídění bioodpadu a prevence vzniku odpadů v uherském Brodě </w:t>
            </w:r>
            <w:r w:rsidR="002852FF">
              <w:rPr>
                <w:b/>
                <w:bCs/>
                <w:caps/>
                <w:color w:val="FF0000"/>
                <w:sz w:val="24"/>
              </w:rPr>
              <w:t>–</w:t>
            </w:r>
            <w:r>
              <w:rPr>
                <w:b/>
                <w:bCs/>
                <w:caps/>
                <w:color w:val="FF0000"/>
                <w:sz w:val="24"/>
              </w:rPr>
              <w:t xml:space="preserve"> kompostéry</w:t>
            </w:r>
          </w:p>
          <w:p w:rsidR="002852FF" w:rsidRDefault="002852FF" w:rsidP="002852FF">
            <w:pPr>
              <w:rPr>
                <w:b/>
                <w:bCs/>
                <w:caps/>
                <w:color w:val="FF0000"/>
                <w:sz w:val="24"/>
              </w:rPr>
            </w:pPr>
          </w:p>
          <w:p w:rsidR="002852FF" w:rsidRDefault="002852FF" w:rsidP="002852FF">
            <w:pPr>
              <w:pStyle w:val="Nadpis4-sted-2"/>
            </w:pPr>
            <w:r w:rsidRPr="00EF13F3">
              <w:t xml:space="preserve">Projekt je podporován Evropskou unií z prostředků Fondu soudržnosti </w:t>
            </w:r>
            <w:r>
              <w:br/>
            </w:r>
            <w:r w:rsidRPr="00EF13F3">
              <w:t>v rámci Operačního programu Životní prostředí.</w:t>
            </w:r>
          </w:p>
          <w:p w:rsidR="002852FF" w:rsidRDefault="002852FF" w:rsidP="002852FF">
            <w:pPr>
              <w:jc w:val="center"/>
            </w:pPr>
            <w:r w:rsidRPr="00660CCC">
              <w:t xml:space="preserve">Číslo projektu: </w:t>
            </w:r>
            <w:r>
              <w:t>CZ.05.01.05/01/24_068/0005215</w:t>
            </w:r>
          </w:p>
          <w:p w:rsidR="002852FF" w:rsidRDefault="002852FF" w:rsidP="002852F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</w:p>
          <w:p w:rsidR="002852FF" w:rsidRPr="003239CB" w:rsidRDefault="002852FF" w:rsidP="002852FF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D90268">
            <w:pPr>
              <w:rPr>
                <w:szCs w:val="20"/>
              </w:rPr>
            </w:pPr>
            <w:r>
              <w:t xml:space="preserve">Ing. </w:t>
            </w:r>
            <w:r w:rsidR="00D90268">
              <w:t>Ferdinand Kubáník,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90268" w:rsidP="00FB30A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Mgr. </w:t>
            </w:r>
            <w:r w:rsidR="00FB30A3">
              <w:rPr>
                <w:szCs w:val="20"/>
              </w:rPr>
              <w:t>Ludmila Šímová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FB30A3">
              <w:rPr>
                <w:szCs w:val="20"/>
              </w:rPr>
              <w:t> 572 805 241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FB30A3" w:rsidP="00FB30A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udmila.simova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lastRenderedPageBreak/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2852FF" w:rsidRDefault="002852FF" w:rsidP="00660BA0">
      <w:pPr>
        <w:jc w:val="both"/>
        <w:rPr>
          <w:szCs w:val="20"/>
        </w:rPr>
      </w:pPr>
    </w:p>
    <w:p w:rsidR="002852FF" w:rsidRDefault="002852FF" w:rsidP="00660BA0">
      <w:pPr>
        <w:jc w:val="both"/>
        <w:rPr>
          <w:szCs w:val="20"/>
        </w:rPr>
      </w:pPr>
    </w:p>
    <w:p w:rsidR="002852FF" w:rsidRDefault="002852FF" w:rsidP="00660BA0">
      <w:pPr>
        <w:jc w:val="both"/>
        <w:rPr>
          <w:szCs w:val="20"/>
        </w:r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2852FF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233596</wp:posOffset>
              </wp:positionV>
              <wp:extent cx="1238250" cy="397565"/>
              <wp:effectExtent l="0" t="0" r="0" b="254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97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43B2" w:rsidRDefault="000F43B2">
                          <w:pPr>
                            <w:rPr>
                              <w:b/>
                              <w:szCs w:val="20"/>
                            </w:rPr>
                          </w:pPr>
                        </w:p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8.4pt;width:97.5pt;height:31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dqy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00UURz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" filled="f" stroked="f">
              <v:textbox>
                <w:txbxContent>
                  <w:p w:rsidR="000F43B2" w:rsidRDefault="000F43B2">
                    <w:pPr>
                      <w:rPr>
                        <w:b/>
                        <w:szCs w:val="20"/>
                      </w:rPr>
                    </w:pPr>
                  </w:p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0F43B2" w:rsidRPr="00F37117">
      <w:rPr>
        <w:noProof/>
      </w:rPr>
      <w:drawing>
        <wp:inline distT="0" distB="0" distL="0" distR="0" wp14:anchorId="2D30EB0C" wp14:editId="48B60041">
          <wp:extent cx="5759450" cy="41964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9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  <w:p w:rsidR="000F43B2" w:rsidRDefault="000F43B2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95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86566"/>
    <w:rsid w:val="000925E0"/>
    <w:rsid w:val="000B7EBE"/>
    <w:rsid w:val="000C473A"/>
    <w:rsid w:val="000C5AE1"/>
    <w:rsid w:val="000D0185"/>
    <w:rsid w:val="000D1A12"/>
    <w:rsid w:val="000F43B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52FF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13A6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B61E5"/>
    <w:rsid w:val="00CD5A9A"/>
    <w:rsid w:val="00CD7E4E"/>
    <w:rsid w:val="00CE15C9"/>
    <w:rsid w:val="00D25823"/>
    <w:rsid w:val="00D3005E"/>
    <w:rsid w:val="00D536D8"/>
    <w:rsid w:val="00D57F44"/>
    <w:rsid w:val="00D85FB7"/>
    <w:rsid w:val="00D90268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30A3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56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  <w:style w:type="paragraph" w:customStyle="1" w:styleId="Nadpis4-sted-2">
    <w:name w:val="Nadpis 4 - střed - 2"/>
    <w:basedOn w:val="Normln"/>
    <w:autoRedefine/>
    <w:rsid w:val="002852FF"/>
    <w:pPr>
      <w:keepNext/>
      <w:widowControl w:val="0"/>
      <w:spacing w:before="120" w:after="120"/>
      <w:jc w:val="center"/>
      <w:outlineLvl w:val="3"/>
    </w:pPr>
    <w:rPr>
      <w:rFonts w:eastAsia="Times New Roman" w:cs="Times New Roman"/>
      <w:b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A7BCE-6460-48E6-B756-033E9F762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F471A384</Template>
  <TotalTime>32</TotalTime>
  <Pages>2</Pages>
  <Words>153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17</cp:revision>
  <cp:lastPrinted>2022-09-06T08:53:00Z</cp:lastPrinted>
  <dcterms:created xsi:type="dcterms:W3CDTF">2023-11-06T12:13:00Z</dcterms:created>
  <dcterms:modified xsi:type="dcterms:W3CDTF">2025-09-02T06:58:00Z</dcterms:modified>
</cp:coreProperties>
</file>